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03103">
        <w:rPr>
          <w:rFonts w:ascii="Arial" w:hAnsi="Arial" w:cs="Arial"/>
          <w:b/>
          <w:caps/>
          <w:sz w:val="28"/>
          <w:szCs w:val="28"/>
        </w:rPr>
        <w:t>8</w:t>
      </w:r>
      <w:r w:rsidR="008830AE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8830A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830AE">
              <w:rPr>
                <w:rFonts w:ascii="Arial" w:hAnsi="Arial" w:cs="Arial"/>
                <w:sz w:val="20"/>
                <w:szCs w:val="20"/>
              </w:rPr>
              <w:t xml:space="preserve">capina e limpeza da área verde existente na Rua </w:t>
            </w:r>
            <w:proofErr w:type="spellStart"/>
            <w:r w:rsidR="008830AE">
              <w:rPr>
                <w:rFonts w:ascii="Arial" w:hAnsi="Arial" w:cs="Arial"/>
                <w:sz w:val="20"/>
                <w:szCs w:val="20"/>
              </w:rPr>
              <w:t>Oristano</w:t>
            </w:r>
            <w:proofErr w:type="spellEnd"/>
            <w:r w:rsidR="008830AE">
              <w:rPr>
                <w:rFonts w:ascii="Arial" w:hAnsi="Arial" w:cs="Arial"/>
                <w:sz w:val="20"/>
                <w:szCs w:val="20"/>
              </w:rPr>
              <w:t>, no Residencial Santa Paula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7C20E5" w:rsidRPr="007C20E5">
        <w:rPr>
          <w:rFonts w:ascii="Arial" w:hAnsi="Arial" w:cs="Arial"/>
        </w:rPr>
        <w:t xml:space="preserve">capina e limpeza da área verde existente na Rua </w:t>
      </w:r>
      <w:proofErr w:type="spellStart"/>
      <w:r w:rsidR="007C20E5" w:rsidRPr="007C20E5">
        <w:rPr>
          <w:rFonts w:ascii="Arial" w:hAnsi="Arial" w:cs="Arial"/>
        </w:rPr>
        <w:t>Oristano</w:t>
      </w:r>
      <w:proofErr w:type="spellEnd"/>
      <w:r w:rsidR="007C20E5" w:rsidRPr="007C20E5">
        <w:rPr>
          <w:rFonts w:ascii="Arial" w:hAnsi="Arial" w:cs="Arial"/>
        </w:rPr>
        <w:t>, no Residencial Santa Paula</w:t>
      </w:r>
      <w:r w:rsidR="00BF184D">
        <w:rPr>
          <w:rFonts w:ascii="Arial" w:hAnsi="Arial" w:cs="Arial"/>
        </w:rPr>
        <w:t>.</w:t>
      </w:r>
    </w:p>
    <w:p w:rsidR="00215DCD" w:rsidRDefault="009A3EBD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3EBD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referido </w:t>
      </w:r>
      <w:r w:rsidRPr="009A3EBD">
        <w:rPr>
          <w:rFonts w:ascii="Arial" w:hAnsi="Arial" w:cs="Arial"/>
        </w:rPr>
        <w:t>local está com muito mato</w:t>
      </w:r>
      <w:r>
        <w:rPr>
          <w:rFonts w:ascii="Arial" w:hAnsi="Arial" w:cs="Arial"/>
        </w:rPr>
        <w:t xml:space="preserve">, </w:t>
      </w:r>
      <w:r w:rsidRPr="009A3EBD">
        <w:rPr>
          <w:rFonts w:ascii="Arial" w:hAnsi="Arial" w:cs="Arial"/>
        </w:rPr>
        <w:t>causa</w:t>
      </w:r>
      <w:r>
        <w:rPr>
          <w:rFonts w:ascii="Arial" w:hAnsi="Arial" w:cs="Arial"/>
        </w:rPr>
        <w:t>ndo</w:t>
      </w:r>
      <w:r w:rsidRPr="009A3EBD">
        <w:rPr>
          <w:rFonts w:ascii="Arial" w:hAnsi="Arial" w:cs="Arial"/>
        </w:rPr>
        <w:t xml:space="preserve"> transtornos aos munícipes</w:t>
      </w:r>
      <w:r>
        <w:rPr>
          <w:rFonts w:ascii="Arial" w:hAnsi="Arial" w:cs="Arial"/>
        </w:rPr>
        <w:t xml:space="preserve"> e colocando</w:t>
      </w:r>
      <w:r w:rsidRPr="009A3EBD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m</w:t>
      </w:r>
      <w:r w:rsidRPr="009A3EBD">
        <w:rPr>
          <w:rFonts w:ascii="Arial" w:hAnsi="Arial" w:cs="Arial"/>
        </w:rPr>
        <w:t xml:space="preserve"> risco de proli</w:t>
      </w:r>
      <w:r>
        <w:rPr>
          <w:rFonts w:ascii="Arial" w:hAnsi="Arial" w:cs="Arial"/>
        </w:rPr>
        <w:t>feração de animais peçonhentos</w:t>
      </w:r>
      <w:r w:rsidR="001E2285">
        <w:rPr>
          <w:rFonts w:ascii="Arial" w:hAnsi="Arial" w:cs="Arial"/>
        </w:rPr>
        <w:t>.</w:t>
      </w:r>
    </w:p>
    <w:p w:rsidR="009A3EBD" w:rsidRDefault="009A3EBD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>Assim sendo, m</w:t>
      </w:r>
      <w:bookmarkStart w:id="0" w:name="_GoBack"/>
      <w:bookmarkEnd w:id="0"/>
      <w:r w:rsidR="005A0EDA" w:rsidRPr="005A0EDA">
        <w:rPr>
          <w:rFonts w:ascii="Arial" w:hAnsi="Arial" w:cs="Arial"/>
        </w:rPr>
        <w:t xml:space="preserve">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D73314" w:rsidRDefault="00D73314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B02A3">
        <w:rPr>
          <w:rFonts w:ascii="Arial" w:hAnsi="Arial" w:cs="Arial"/>
        </w:rPr>
        <w:t>4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39584F">
        <w:rPr>
          <w:rFonts w:ascii="Arial" w:hAnsi="Arial" w:cs="Arial"/>
        </w:rPr>
        <w:t>a</w:t>
      </w:r>
      <w:r w:rsidR="004B02A3">
        <w:rPr>
          <w:rFonts w:ascii="Arial" w:hAnsi="Arial" w:cs="Arial"/>
        </w:rPr>
        <w:t>b</w:t>
      </w:r>
      <w:r w:rsidR="0039584F">
        <w:rPr>
          <w:rFonts w:ascii="Arial" w:hAnsi="Arial" w:cs="Arial"/>
        </w:rPr>
        <w:t>r</w:t>
      </w:r>
      <w:r w:rsidR="004B02A3">
        <w:rPr>
          <w:rFonts w:ascii="Arial" w:hAnsi="Arial" w:cs="Arial"/>
        </w:rPr>
        <w:t>il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B94894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344C58" w:rsidRDefault="006D5C63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E4C2C" w:rsidRDefault="00EE4C2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E4C2C" w:rsidRDefault="00EE4C2C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4819650" cy="3600450"/>
            <wp:effectExtent l="0" t="0" r="0" b="0"/>
            <wp:docPr id="3" name="Imagem 3" descr="IMG_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2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C2C" w:rsidRPr="00EE4C2C" w:rsidRDefault="00EE4C2C">
      <w:pPr>
        <w:jc w:val="center"/>
        <w:rPr>
          <w:rFonts w:ascii="Arial" w:hAnsi="Arial" w:cs="Arial"/>
        </w:rPr>
      </w:pPr>
    </w:p>
    <w:p w:rsidR="00EE4C2C" w:rsidRPr="00BA09D2" w:rsidRDefault="00EE4C2C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4819650" cy="3600450"/>
            <wp:effectExtent l="0" t="0" r="0" b="0"/>
            <wp:docPr id="4" name="Imagem 4" descr="IMG_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2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C2C" w:rsidRPr="00BA09D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E97" w:rsidRDefault="00000E97">
      <w:r>
        <w:separator/>
      </w:r>
    </w:p>
  </w:endnote>
  <w:endnote w:type="continuationSeparator" w:id="0">
    <w:p w:rsidR="00000E97" w:rsidRDefault="0000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E97" w:rsidRDefault="00000E97">
      <w:r>
        <w:separator/>
      </w:r>
    </w:p>
  </w:footnote>
  <w:footnote w:type="continuationSeparator" w:id="0">
    <w:p w:rsidR="00000E97" w:rsidRDefault="00000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E4C2C">
      <w:rPr>
        <w:rFonts w:ascii="Arial" w:hAnsi="Arial" w:cs="Arial"/>
        <w:b/>
        <w:sz w:val="20"/>
        <w:szCs w:val="20"/>
        <w:u w:val="single"/>
      </w:rPr>
      <w:t>844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</w:t>
    </w:r>
    <w:r w:rsidR="00A12DEA">
      <w:rPr>
        <w:rFonts w:ascii="Arial" w:hAnsi="Arial" w:cs="Arial"/>
        <w:b/>
        <w:sz w:val="20"/>
        <w:szCs w:val="20"/>
        <w:u w:val="single"/>
      </w:rPr>
      <w:t>Paulinho do Esporte</w:t>
    </w:r>
    <w:r w:rsidR="006B21E2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4C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4C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0E97"/>
    <w:rsid w:val="00003E0C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0659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00F"/>
    <w:rsid w:val="00056288"/>
    <w:rsid w:val="0005722F"/>
    <w:rsid w:val="00060462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19C0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4E81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0B8C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BA5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285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66A2C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4CC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1B51"/>
    <w:rsid w:val="00322548"/>
    <w:rsid w:val="00322EEB"/>
    <w:rsid w:val="00323BDC"/>
    <w:rsid w:val="00323F0F"/>
    <w:rsid w:val="00325691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18CC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584F"/>
    <w:rsid w:val="0039653F"/>
    <w:rsid w:val="00397FF3"/>
    <w:rsid w:val="003A0DA2"/>
    <w:rsid w:val="003A328B"/>
    <w:rsid w:val="003A4504"/>
    <w:rsid w:val="003A5205"/>
    <w:rsid w:val="003A627F"/>
    <w:rsid w:val="003A77BE"/>
    <w:rsid w:val="003B1327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763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46DB2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12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02A3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53A"/>
    <w:rsid w:val="004C7F0B"/>
    <w:rsid w:val="004C7F4A"/>
    <w:rsid w:val="004D0603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316D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72E"/>
    <w:rsid w:val="006F4E64"/>
    <w:rsid w:val="006F5870"/>
    <w:rsid w:val="006F67EE"/>
    <w:rsid w:val="006F6EAE"/>
    <w:rsid w:val="006F7B0A"/>
    <w:rsid w:val="006F7CF7"/>
    <w:rsid w:val="00700014"/>
    <w:rsid w:val="00700781"/>
    <w:rsid w:val="00701F57"/>
    <w:rsid w:val="00702231"/>
    <w:rsid w:val="007030B7"/>
    <w:rsid w:val="00703103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F50"/>
    <w:rsid w:val="00794212"/>
    <w:rsid w:val="00796264"/>
    <w:rsid w:val="00796EFC"/>
    <w:rsid w:val="007A0F01"/>
    <w:rsid w:val="007A20D0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0E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5839"/>
    <w:rsid w:val="008374BE"/>
    <w:rsid w:val="0084496C"/>
    <w:rsid w:val="008474F2"/>
    <w:rsid w:val="008508AB"/>
    <w:rsid w:val="00851376"/>
    <w:rsid w:val="00852427"/>
    <w:rsid w:val="0085368A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6A14"/>
    <w:rsid w:val="00877E50"/>
    <w:rsid w:val="00880F44"/>
    <w:rsid w:val="008812D4"/>
    <w:rsid w:val="008828AC"/>
    <w:rsid w:val="008830AE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6560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27E1"/>
    <w:rsid w:val="00945D0E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2499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EBD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2DEA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5DBA"/>
    <w:rsid w:val="00A861FD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B74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2F4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4894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0C69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314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DF6D0E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3706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0543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4C2C"/>
    <w:rsid w:val="00EE56A5"/>
    <w:rsid w:val="00EE5FB9"/>
    <w:rsid w:val="00EE64DB"/>
    <w:rsid w:val="00EF25D7"/>
    <w:rsid w:val="00EF281C"/>
    <w:rsid w:val="00EF378E"/>
    <w:rsid w:val="00EF3F2E"/>
    <w:rsid w:val="00EF5F73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71C"/>
    <w:rsid w:val="00F22B01"/>
    <w:rsid w:val="00F24E64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3C6A0.B52712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3C6A0.B527122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9C0E4-FEF5-4587-A608-1EC715C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2017-10-24T11:47:00Z</cp:lastPrinted>
  <dcterms:created xsi:type="dcterms:W3CDTF">2018-03-29T18:17:00Z</dcterms:created>
  <dcterms:modified xsi:type="dcterms:W3CDTF">2018-03-29T18:21:00Z</dcterms:modified>
</cp:coreProperties>
</file>